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 6 do SWZ -  Wzór umowy powierzenia przetwarzania danych -.docx</dmsv2BaseFileName>
    <dmsv2BaseDisplayName xmlns="http://schemas.microsoft.com/sharepoint/v3">Załacznik nr  6 do SWZ -  Wzór umowy powierzenia przetwarzania danych -</dmsv2BaseDisplayName>
    <dmsv2SWPP2ObjectNumber xmlns="http://schemas.microsoft.com/sharepoint/v3">POST/DYS/OLD/GZ/00141/2026                        </dmsv2SWPP2ObjectNumber>
    <dmsv2SWPP2SumMD5 xmlns="http://schemas.microsoft.com/sharepoint/v3">1833ebefb20b6591f7b0c7db8e074f94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24160312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JEUP5JKVCYQC-1092029480-18596</_dlc_DocId>
    <_dlc_DocIdUrl xmlns="a19cb1c7-c5c7-46d4-85ae-d83685407bba">
      <Url>https://swpp2.dms.gkpge.pl/sites/41/_layouts/15/DocIdRedir.aspx?ID=JEUP5JKVCYQC-1092029480-18596</Url>
      <Description>JEUP5JKVCYQC-1092029480-18596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B4097FE4-DEA0-497C-A801-6ACD17EBE64F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BDC6A7F-0A53-4874-ABF3-B84596825F4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2ac756b9-c209-4059-80ad-85823d9d16ed</vt:lpwstr>
  </property>
</Properties>
</file>